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0A4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77777777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442B8C09" w14:textId="4DAC79BB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2022/2023</w:t>
      </w:r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A7B2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BA7B21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77777777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społeczne w sferze rynku pracy (bezrobocie, bierność zawodowa, dyskryminacja na rynku pracy, bezpieczeństwo a elastyczność pracy – problemy „pracy śmieciowej” i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833B3F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833B3F">
        <w:rPr>
          <w:rFonts w:ascii="Corbel" w:hAnsi="Corbel"/>
          <w:b w:val="0"/>
          <w:smallCaps w:val="0"/>
          <w:szCs w:val="24"/>
        </w:rPr>
        <w:t>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Stiglitz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J.E.,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IPiSS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ED264" w14:textId="77777777" w:rsidR="007C7D1B" w:rsidRDefault="007C7D1B" w:rsidP="00C16ABF">
      <w:pPr>
        <w:spacing w:after="0" w:line="240" w:lineRule="auto"/>
      </w:pPr>
      <w:r>
        <w:separator/>
      </w:r>
    </w:p>
  </w:endnote>
  <w:endnote w:type="continuationSeparator" w:id="0">
    <w:p w14:paraId="2CA428D7" w14:textId="77777777" w:rsidR="007C7D1B" w:rsidRDefault="007C7D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A3D664" w14:textId="77777777" w:rsidR="007C7D1B" w:rsidRDefault="007C7D1B" w:rsidP="00C16ABF">
      <w:pPr>
        <w:spacing w:after="0" w:line="240" w:lineRule="auto"/>
      </w:pPr>
      <w:r>
        <w:separator/>
      </w:r>
    </w:p>
  </w:footnote>
  <w:footnote w:type="continuationSeparator" w:id="0">
    <w:p w14:paraId="5104F6BD" w14:textId="77777777" w:rsidR="007C7D1B" w:rsidRDefault="007C7D1B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F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  <w15:docId w15:val="{0FBD3525-0517-4883-9025-1AACF0D9C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1A00C-CDD3-4DFB-ADF9-94A7500941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3F4EF4-79FF-40DE-BEE0-0742C9D65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1030</Words>
  <Characters>6182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2020-09-30T13:29:00Z</dcterms:created>
  <dcterms:modified xsi:type="dcterms:W3CDTF">2020-12-07T18:28:00Z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